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C0" w:rsidRDefault="009F16C0">
      <w:pPr>
        <w:pStyle w:val="Heading1"/>
      </w:pPr>
      <w:r w:rsidRPr="009F16C0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40pt;height:21.6pt;z-index:251655168" o:allowincell="f" filled="f" stroked="f">
            <v:textbox>
              <w:txbxContent>
                <w:p w:rsidR="009F16C0" w:rsidRPr="00DB46A9" w:rsidRDefault="00DB46A9">
                  <w:pP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  <w:lang w:val="en-CA"/>
                    </w:rPr>
                  </w:pPr>
                  <w:r w:rsidRPr="00DB46A9">
                    <w:rPr>
                      <w:rFonts w:ascii="Calibri" w:hAnsi="Calibri" w:cs="Calibri"/>
                      <w:b/>
                      <w:sz w:val="24"/>
                      <w:szCs w:val="24"/>
                      <w:lang w:val="en-CA"/>
                    </w:rPr>
                    <w:t>CP4WU Culminating Activity</w:t>
                  </w:r>
                </w:p>
              </w:txbxContent>
            </v:textbox>
          </v:shape>
        </w:pict>
      </w:r>
    </w:p>
    <w:p w:rsidR="009F16C0" w:rsidRDefault="009F16C0">
      <w:pPr>
        <w:rPr>
          <w:b/>
          <w:bCs/>
          <w:sz w:val="28"/>
          <w:szCs w:val="28"/>
        </w:rPr>
      </w:pPr>
    </w:p>
    <w:p w:rsidR="009F16C0" w:rsidRDefault="00DB46A9">
      <w:pPr>
        <w:rPr>
          <w:b/>
          <w:bCs/>
          <w:sz w:val="28"/>
          <w:szCs w:val="28"/>
        </w:rPr>
      </w:pPr>
      <w:r w:rsidRPr="009F16C0">
        <w:rPr>
          <w:noProof/>
        </w:rPr>
        <w:pict>
          <v:shape id="_x0000_s1027" type="#_x0000_t202" style="position:absolute;margin-left:115.5pt;margin-top:2.85pt;width:337.55pt;height:27.15pt;z-index:251660288" o:allowincell="f" filled="f" stroked="f">
            <v:textbox>
              <w:txbxContent>
                <w:sdt>
                  <w:sdtPr>
                    <w:rPr>
                      <w:rFonts w:ascii="Calibri" w:hAnsi="Calibri" w:cs="Calibri"/>
                      <w:b/>
                      <w:bCs/>
                      <w:sz w:val="32"/>
                      <w:szCs w:val="32"/>
                    </w:rPr>
                    <w:id w:val="145238289"/>
                    <w:placeholder>
                      <w:docPart w:val="6156C1FA275749EE94917FA4D7AEE560"/>
                    </w:placeholder>
                    <w:comboBox>
                      <w:listItem w:value="Choose an item."/>
                    </w:comboBox>
                  </w:sdtPr>
                  <w:sdtContent>
                    <w:p w:rsidR="009F16C0" w:rsidRPr="00DB46A9" w:rsidRDefault="00DB46A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</w:rPr>
                        <w:t xml:space="preserve">Debate Research Prep: </w:t>
                      </w:r>
                      <w:r w:rsidRPr="00DB46A9"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</w:rPr>
                        <w:t>KWHL</w:t>
                      </w:r>
                    </w:p>
                  </w:sdtContent>
                </w:sdt>
              </w:txbxContent>
            </v:textbox>
          </v:shape>
        </w:pict>
      </w:r>
    </w:p>
    <w:p w:rsidR="009F16C0" w:rsidRDefault="009F16C0">
      <w:pPr>
        <w:rPr>
          <w:b/>
          <w:bCs/>
          <w:sz w:val="28"/>
          <w:szCs w:val="28"/>
        </w:rPr>
      </w:pPr>
    </w:p>
    <w:p w:rsidR="009F16C0" w:rsidRDefault="009F16C0">
      <w:pPr>
        <w:jc w:val="center"/>
        <w:rPr>
          <w:b/>
          <w:bCs/>
          <w:sz w:val="28"/>
          <w:szCs w:val="28"/>
        </w:rPr>
      </w:pPr>
      <w:r w:rsidRPr="009F16C0">
        <w:rPr>
          <w:noProof/>
        </w:rPr>
        <w:pict>
          <v:shape id="_x0000_s1028" type="#_x0000_t202" style="position:absolute;left:0;text-align:left;margin-left:403.2pt;margin-top:41.9pt;width:122.4pt;height:475.2pt;z-index:251659264" o:allowincell="f" filled="f" fillcolor="#030" stroked="f">
            <v:textbox>
              <w:txbxContent>
                <w:p w:rsidR="009F16C0" w:rsidRDefault="009F16C0"/>
              </w:txbxContent>
            </v:textbox>
          </v:shape>
        </w:pict>
      </w:r>
      <w:r w:rsidRPr="009F16C0">
        <w:rPr>
          <w:noProof/>
        </w:rPr>
        <w:pict>
          <v:shape id="_x0000_s1029" type="#_x0000_t202" style="position:absolute;left:0;text-align:left;margin-left:280.8pt;margin-top:41.9pt;width:108pt;height:475.2pt;z-index:251658240" o:allowincell="f" filled="f" fillcolor="#030" stroked="f">
            <v:textbox>
              <w:txbxContent>
                <w:p w:rsidR="009F16C0" w:rsidRDefault="009F16C0"/>
              </w:txbxContent>
            </v:textbox>
          </v:shape>
        </w:pict>
      </w:r>
      <w:r w:rsidRPr="009F16C0">
        <w:rPr>
          <w:noProof/>
        </w:rPr>
        <w:pict>
          <v:shape id="_x0000_s1030" type="#_x0000_t202" style="position:absolute;left:0;text-align:left;margin-left:129.6pt;margin-top:41.9pt;width:136.8pt;height:475.2pt;z-index:251657216" o:allowincell="f" filled="f" fillcolor="#030" stroked="f">
            <v:textbox>
              <w:txbxContent>
                <w:p w:rsidR="009F16C0" w:rsidRDefault="009F16C0"/>
              </w:txbxContent>
            </v:textbox>
          </v:shape>
        </w:pict>
      </w:r>
      <w:r w:rsidRPr="009F16C0">
        <w:rPr>
          <w:noProof/>
        </w:rPr>
        <w:pict>
          <v:shape id="_x0000_s1031" type="#_x0000_t202" style="position:absolute;left:0;text-align:left;margin-left:14.4pt;margin-top:41.9pt;width:108pt;height:475.2pt;z-index:251656192" o:allowincell="f" filled="f" fillcolor="#030" stroked="f">
            <v:textbox>
              <w:txbxContent>
                <w:p w:rsidR="009F16C0" w:rsidRDefault="009F16C0"/>
              </w:txbxContent>
            </v:textbox>
          </v:shape>
        </w:pict>
      </w:r>
      <w:r w:rsidR="00487494">
        <w:rPr>
          <w:b/>
          <w:bCs/>
          <w:noProof/>
          <w:lang w:val="en-CA" w:eastAsia="en-CA"/>
        </w:rPr>
        <w:drawing>
          <wp:inline distT="0" distB="0" distL="0" distR="0">
            <wp:extent cx="6555105" cy="6614795"/>
            <wp:effectExtent l="19050" t="19050" r="17145" b="14605"/>
            <wp:docPr id="1" name="Picture 1" descr="D_kwh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_kwh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5105" cy="6614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6C0" w:rsidRDefault="009F16C0">
      <w:pPr>
        <w:jc w:val="center"/>
        <w:rPr>
          <w:b/>
          <w:bCs/>
          <w:sz w:val="28"/>
          <w:szCs w:val="28"/>
        </w:rPr>
      </w:pPr>
    </w:p>
    <w:p w:rsidR="009F16C0" w:rsidRDefault="009F16C0">
      <w:pPr>
        <w:rPr>
          <w:b/>
          <w:bCs/>
          <w:sz w:val="28"/>
          <w:szCs w:val="28"/>
        </w:rPr>
      </w:pPr>
    </w:p>
    <w:p w:rsidR="009F16C0" w:rsidRDefault="009F16C0">
      <w:pPr>
        <w:jc w:val="right"/>
      </w:pPr>
    </w:p>
    <w:sectPr w:rsidR="009F16C0" w:rsidSect="009F16C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/>
  <w:rsids>
    <w:rsidRoot w:val="00DB46A9"/>
    <w:rsid w:val="00424195"/>
    <w:rsid w:val="00487494"/>
    <w:rsid w:val="009F16C0"/>
    <w:rsid w:val="00DB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6C0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9F16C0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1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19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241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me\AppData\Roaming\Microsoft\Templates\EdWorld_KWLH_Cha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156C1FA275749EE94917FA4D7AEE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A0667-C7BF-430E-89A8-36D043EFBB64}"/>
      </w:docPartPr>
      <w:docPartBody>
        <w:p w:rsidR="00000000" w:rsidRDefault="00226B42">
          <w:pPr>
            <w:pStyle w:val="6156C1FA275749EE94917FA4D7AEE560"/>
          </w:pPr>
          <w:r w:rsidRPr="00190B6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26B42"/>
    <w:rsid w:val="0022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156C1FA275749EE94917FA4D7AEE560">
    <w:name w:val="6156C1FA275749EE94917FA4D7AEE56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756163A-CEFB-4AC8-8820-D3183AA520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EdWorld_KWLH_Chart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14</CharactersWithSpaces>
  <SharedDoc>false</SharedDoc>
  <HLinks>
    <vt:vector size="12" baseType="variant">
      <vt:variant>
        <vt:i4>4784185</vt:i4>
      </vt:variant>
      <vt:variant>
        <vt:i4>1034</vt:i4>
      </vt:variant>
      <vt:variant>
        <vt:i4>1025</vt:i4>
      </vt:variant>
      <vt:variant>
        <vt:i4>1</vt:i4>
      </vt:variant>
      <vt:variant>
        <vt:lpwstr>D_kwhl.jpg</vt:lpwstr>
      </vt:variant>
      <vt:variant>
        <vt:lpwstr/>
      </vt:variant>
      <vt:variant>
        <vt:i4>852053</vt:i4>
      </vt:variant>
      <vt:variant>
        <vt:i4>1038</vt:i4>
      </vt:variant>
      <vt:variant>
        <vt:i4>1026</vt:i4>
      </vt:variant>
      <vt:variant>
        <vt:i4>1</vt:i4>
      </vt:variant>
      <vt:variant>
        <vt:lpwstr>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2011-01-30T03:56:00Z</dcterms:created>
  <dcterms:modified xsi:type="dcterms:W3CDTF">2011-01-30T03:58:00Z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TC018878969991</vt:lpwstr>
  </property>
</Properties>
</file>